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C6" w:rsidRDefault="00526AC6"/>
    <w:p w:rsidR="00E46396" w:rsidRDefault="00E46396"/>
    <w:p w:rsidR="00E46396" w:rsidRDefault="00E46396"/>
    <w:p w:rsidR="00E46396" w:rsidRDefault="00E46396">
      <w:r>
        <w:t>RMK  Juhatuse  liikmele</w:t>
      </w:r>
    </w:p>
    <w:p w:rsidR="00E46396" w:rsidRDefault="00E46396"/>
    <w:p w:rsidR="00E46396" w:rsidRDefault="00E46396"/>
    <w:p w:rsidR="00E46396" w:rsidRDefault="00E46396">
      <w:r>
        <w:t xml:space="preserve">                                                                                                                              Raivo Võlli</w:t>
      </w:r>
    </w:p>
    <w:p w:rsidR="00E46396" w:rsidRDefault="00E46396">
      <w:r>
        <w:t xml:space="preserve">                                                                                                                              Kagu regiooni juht</w:t>
      </w:r>
    </w:p>
    <w:p w:rsidR="00E46396" w:rsidRDefault="00E46396"/>
    <w:p w:rsidR="00E46396" w:rsidRDefault="00E46396"/>
    <w:p w:rsidR="00E46396" w:rsidRDefault="00E46396">
      <w:r>
        <w:t xml:space="preserve">                                                 Avaldus</w:t>
      </w:r>
    </w:p>
    <w:p w:rsidR="00E46396" w:rsidRDefault="00E46396"/>
    <w:p w:rsidR="00E46396" w:rsidRDefault="00E46396">
      <w:r>
        <w:t xml:space="preserve">Palun  lubada   mind  korralisele  puhkusele  </w:t>
      </w:r>
      <w:r w:rsidR="00F26331">
        <w:t>11</w:t>
      </w:r>
      <w:r>
        <w:t>-ks  kalendripäevaks</w:t>
      </w:r>
    </w:p>
    <w:p w:rsidR="00E46396" w:rsidRDefault="00E46396">
      <w:r>
        <w:t xml:space="preserve">Ajavahemikul </w:t>
      </w:r>
      <w:r w:rsidR="00F26331">
        <w:t>09.oktoober</w:t>
      </w:r>
      <w:r>
        <w:t xml:space="preserve">  kuni  1</w:t>
      </w:r>
      <w:r w:rsidR="00F26331">
        <w:t>9</w:t>
      </w:r>
      <w:r>
        <w:t>.</w:t>
      </w:r>
      <w:r w:rsidR="00F26331">
        <w:t>oktoober</w:t>
      </w:r>
      <w:r>
        <w:t xml:space="preserve"> 201</w:t>
      </w:r>
      <w:r w:rsidR="00096DB2">
        <w:t>5</w:t>
      </w:r>
      <w:r>
        <w:t>a.</w:t>
      </w:r>
    </w:p>
    <w:p w:rsidR="00E46396" w:rsidRDefault="00E46396"/>
    <w:p w:rsidR="00E46396" w:rsidRDefault="00E46396"/>
    <w:p w:rsidR="00E46396" w:rsidRDefault="00F26331">
      <w:r>
        <w:t>06</w:t>
      </w:r>
      <w:r w:rsidR="00E46396">
        <w:t>.</w:t>
      </w:r>
      <w:r>
        <w:t>10</w:t>
      </w:r>
      <w:r w:rsidR="00E46396">
        <w:t>.201</w:t>
      </w:r>
      <w:r>
        <w:t>5</w:t>
      </w:r>
      <w:r w:rsidR="00E46396">
        <w:t>a.                                                                 /allkirjastatud digitaalselt/</w:t>
      </w:r>
    </w:p>
    <w:p w:rsidR="00E46396" w:rsidRDefault="00E46396">
      <w:r>
        <w:t xml:space="preserve">                              </w:t>
      </w:r>
      <w:bookmarkStart w:id="0" w:name="_GoBack"/>
      <w:bookmarkEnd w:id="0"/>
      <w:r>
        <w:t xml:space="preserve">                                                              Raivo Võlli</w:t>
      </w:r>
    </w:p>
    <w:p w:rsidR="00E46396" w:rsidRDefault="00E46396">
      <w:r>
        <w:t xml:space="preserve">              </w:t>
      </w:r>
    </w:p>
    <w:sectPr w:rsidR="00E4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396"/>
    <w:rsid w:val="00096DB2"/>
    <w:rsid w:val="00526AC6"/>
    <w:rsid w:val="00C70A71"/>
    <w:rsid w:val="00CF2B83"/>
    <w:rsid w:val="00E46396"/>
    <w:rsid w:val="00F2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2B786870.dotm</Template>
  <TotalTime>1</TotalTime>
  <Pages>1</Pages>
  <Words>105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Raivo Võlli</dc:creator>
  <cp:lastModifiedBy>Raivo Võlli</cp:lastModifiedBy>
  <cp:revision>2</cp:revision>
  <dcterms:created xsi:type="dcterms:W3CDTF">2015-10-06T10:50:00Z</dcterms:created>
  <dcterms:modified xsi:type="dcterms:W3CDTF">2015-10-06T10:50:00Z</dcterms:modified>
</cp:coreProperties>
</file>